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41F5B" w:rsidRDefault="00341F5B">
      <w:r>
        <w:t>CULTURAL STUDIES HONORS</w:t>
      </w:r>
    </w:p>
    <w:p w:rsidR="00341F5B" w:rsidRDefault="00341F5B">
      <w:r>
        <w:t>LATIN AMERICA PROJECT</w:t>
      </w:r>
    </w:p>
    <w:p w:rsidR="00341F5B" w:rsidRDefault="00341F5B">
      <w:r>
        <w:t xml:space="preserve">WILSON </w:t>
      </w:r>
    </w:p>
    <w:p w:rsidR="00341F5B" w:rsidRDefault="00341F5B"/>
    <w:p w:rsidR="00341F5B" w:rsidRDefault="00341F5B">
      <w:r>
        <w:t>Next Century Reports</w:t>
      </w:r>
    </w:p>
    <w:p w:rsidR="00341F5B" w:rsidRDefault="00341F5B"/>
    <w:p w:rsidR="00341F5B" w:rsidRPr="00BA7D98" w:rsidRDefault="00341F5B" w:rsidP="00341F5B">
      <w:pPr>
        <w:numPr>
          <w:ilvl w:val="0"/>
          <w:numId w:val="1"/>
        </w:numPr>
        <w:rPr>
          <w:b/>
        </w:rPr>
      </w:pPr>
      <w:r w:rsidRPr="00BA7D98">
        <w:rPr>
          <w:b/>
        </w:rPr>
        <w:t>Description and Objectives</w:t>
      </w:r>
    </w:p>
    <w:p w:rsidR="00341F5B" w:rsidRDefault="00341F5B" w:rsidP="00341F5B">
      <w:pPr>
        <w:numPr>
          <w:ilvl w:val="1"/>
          <w:numId w:val="1"/>
        </w:numPr>
      </w:pPr>
      <w:r>
        <w:t>You work for the State Department as a specialist in the affair</w:t>
      </w:r>
      <w:r w:rsidR="00987B48">
        <w:t>s</w:t>
      </w:r>
      <w:r>
        <w:t xml:space="preserve"> of the Western Hemisphere. The President has asked you for a report on a specific country. What political, social, and economic challenges does that country face? What choices must it make in the twenty-first century? Can the United States help in any way?</w:t>
      </w:r>
    </w:p>
    <w:p w:rsidR="00341F5B" w:rsidRPr="00BA7D98" w:rsidRDefault="00341F5B" w:rsidP="00341F5B">
      <w:pPr>
        <w:numPr>
          <w:ilvl w:val="0"/>
          <w:numId w:val="1"/>
        </w:numPr>
        <w:rPr>
          <w:b/>
        </w:rPr>
      </w:pPr>
      <w:r w:rsidRPr="00BA7D98">
        <w:rPr>
          <w:b/>
        </w:rPr>
        <w:t>Organization</w:t>
      </w:r>
    </w:p>
    <w:p w:rsidR="00341F5B" w:rsidRDefault="00341F5B" w:rsidP="00341F5B">
      <w:pPr>
        <w:numPr>
          <w:ilvl w:val="1"/>
          <w:numId w:val="1"/>
        </w:numPr>
      </w:pPr>
      <w:r>
        <w:t>You will be assigned to a country.</w:t>
      </w:r>
    </w:p>
    <w:p w:rsidR="00341F5B" w:rsidRDefault="00341F5B" w:rsidP="00341F5B">
      <w:pPr>
        <w:numPr>
          <w:ilvl w:val="2"/>
          <w:numId w:val="1"/>
        </w:numPr>
      </w:pPr>
      <w:r>
        <w:t>________________________________________</w:t>
      </w:r>
    </w:p>
    <w:p w:rsidR="00341F5B" w:rsidRPr="00BA7D98" w:rsidRDefault="00341F5B" w:rsidP="00341F5B">
      <w:pPr>
        <w:numPr>
          <w:ilvl w:val="0"/>
          <w:numId w:val="1"/>
        </w:numPr>
        <w:rPr>
          <w:b/>
        </w:rPr>
      </w:pPr>
      <w:r w:rsidRPr="00BA7D98">
        <w:rPr>
          <w:b/>
        </w:rPr>
        <w:t>Preparation</w:t>
      </w:r>
    </w:p>
    <w:p w:rsidR="00341F5B" w:rsidRDefault="00341F5B" w:rsidP="00341F5B">
      <w:pPr>
        <w:numPr>
          <w:ilvl w:val="1"/>
          <w:numId w:val="1"/>
        </w:numPr>
      </w:pPr>
      <w:r>
        <w:t>The following sources will be useful:</w:t>
      </w:r>
    </w:p>
    <w:p w:rsidR="00341F5B" w:rsidRDefault="00341F5B" w:rsidP="00341F5B">
      <w:pPr>
        <w:numPr>
          <w:ilvl w:val="2"/>
          <w:numId w:val="1"/>
        </w:numPr>
      </w:pPr>
      <w:r w:rsidRPr="00BA7D98">
        <w:rPr>
          <w:b/>
        </w:rPr>
        <w:t xml:space="preserve">Encyclopedias </w:t>
      </w:r>
      <w:r>
        <w:t>for basic facts and suggested readings</w:t>
      </w:r>
    </w:p>
    <w:p w:rsidR="00341F5B" w:rsidRDefault="00341F5B" w:rsidP="00341F5B">
      <w:pPr>
        <w:numPr>
          <w:ilvl w:val="2"/>
          <w:numId w:val="1"/>
        </w:numPr>
      </w:pPr>
      <w:r>
        <w:t>Almanacs, Annual Digest of Statistics</w:t>
      </w:r>
    </w:p>
    <w:p w:rsidR="00341F5B" w:rsidRPr="00BA7D98" w:rsidRDefault="00341F5B" w:rsidP="00341F5B">
      <w:pPr>
        <w:numPr>
          <w:ilvl w:val="2"/>
          <w:numId w:val="1"/>
        </w:numPr>
        <w:rPr>
          <w:b/>
        </w:rPr>
      </w:pPr>
      <w:r w:rsidRPr="00BA7D98">
        <w:rPr>
          <w:b/>
        </w:rPr>
        <w:t xml:space="preserve">ABC-Clio </w:t>
      </w:r>
      <w:r w:rsidRPr="00BA7D98">
        <w:t>database</w:t>
      </w:r>
    </w:p>
    <w:p w:rsidR="00341F5B" w:rsidRPr="00BA7D98" w:rsidRDefault="00341F5B" w:rsidP="00341F5B">
      <w:pPr>
        <w:numPr>
          <w:ilvl w:val="3"/>
          <w:numId w:val="1"/>
        </w:numPr>
        <w:rPr>
          <w:b/>
        </w:rPr>
      </w:pPr>
      <w:r w:rsidRPr="00BA7D98">
        <w:rPr>
          <w:b/>
        </w:rPr>
        <w:t>Databases</w:t>
      </w:r>
      <w:r w:rsidRPr="00BA7D98">
        <w:t>; any databases on the UHS Library site</w:t>
      </w:r>
    </w:p>
    <w:p w:rsidR="00D87024" w:rsidRPr="00D87024" w:rsidRDefault="00341F5B" w:rsidP="00341F5B">
      <w:pPr>
        <w:numPr>
          <w:ilvl w:val="2"/>
          <w:numId w:val="1"/>
        </w:numPr>
      </w:pPr>
      <w:r>
        <w:rPr>
          <w:b/>
        </w:rPr>
        <w:t xml:space="preserve"> Publications of the State Department and Congress</w:t>
      </w:r>
    </w:p>
    <w:p w:rsidR="00341F5B" w:rsidRPr="00BA7D98" w:rsidRDefault="00D87024" w:rsidP="00D87024">
      <w:pPr>
        <w:numPr>
          <w:ilvl w:val="3"/>
          <w:numId w:val="1"/>
        </w:numPr>
      </w:pPr>
      <w:r>
        <w:rPr>
          <w:b/>
        </w:rPr>
        <w:t>CIA World Fact Book</w:t>
      </w:r>
    </w:p>
    <w:p w:rsidR="00341F5B" w:rsidRPr="00341F5B" w:rsidRDefault="00341F5B" w:rsidP="00341F5B">
      <w:pPr>
        <w:numPr>
          <w:ilvl w:val="2"/>
          <w:numId w:val="1"/>
        </w:numPr>
      </w:pPr>
      <w:r>
        <w:rPr>
          <w:b/>
        </w:rPr>
        <w:t xml:space="preserve">United Nations </w:t>
      </w:r>
    </w:p>
    <w:p w:rsidR="00D87024" w:rsidRPr="00D87024" w:rsidRDefault="00D87024" w:rsidP="00341F5B">
      <w:pPr>
        <w:numPr>
          <w:ilvl w:val="3"/>
          <w:numId w:val="1"/>
        </w:numPr>
      </w:pPr>
      <w:r>
        <w:rPr>
          <w:b/>
        </w:rPr>
        <w:t xml:space="preserve">Home; </w:t>
      </w:r>
      <w:r>
        <w:t>www.un.org</w:t>
      </w:r>
    </w:p>
    <w:p w:rsidR="00341F5B" w:rsidRPr="00BA7D98" w:rsidRDefault="00D87024" w:rsidP="00341F5B">
      <w:pPr>
        <w:numPr>
          <w:ilvl w:val="3"/>
          <w:numId w:val="1"/>
        </w:numPr>
      </w:pPr>
      <w:r>
        <w:rPr>
          <w:b/>
        </w:rPr>
        <w:t>News</w:t>
      </w:r>
    </w:p>
    <w:p w:rsidR="00341F5B" w:rsidRPr="00BA7D98" w:rsidRDefault="00341F5B" w:rsidP="00341F5B">
      <w:pPr>
        <w:numPr>
          <w:ilvl w:val="2"/>
          <w:numId w:val="1"/>
        </w:numPr>
      </w:pPr>
      <w:r>
        <w:rPr>
          <w:b/>
        </w:rPr>
        <w:t>Reports From Human Rights Organizations</w:t>
      </w:r>
    </w:p>
    <w:p w:rsidR="00341F5B" w:rsidRDefault="00341F5B" w:rsidP="00341F5B">
      <w:pPr>
        <w:numPr>
          <w:ilvl w:val="2"/>
          <w:numId w:val="1"/>
        </w:numPr>
      </w:pPr>
      <w:r>
        <w:rPr>
          <w:b/>
        </w:rPr>
        <w:t>The State of the World’s Children Report (UNICEF)</w:t>
      </w:r>
    </w:p>
    <w:p w:rsidR="00341F5B" w:rsidRPr="00BA7D98" w:rsidRDefault="00341F5B" w:rsidP="00341F5B">
      <w:pPr>
        <w:numPr>
          <w:ilvl w:val="0"/>
          <w:numId w:val="1"/>
        </w:numPr>
        <w:rPr>
          <w:b/>
        </w:rPr>
      </w:pPr>
      <w:r w:rsidRPr="00BA7D98">
        <w:rPr>
          <w:b/>
        </w:rPr>
        <w:t>Week by Week</w:t>
      </w:r>
    </w:p>
    <w:p w:rsidR="00341F5B" w:rsidRPr="00BA7D98" w:rsidRDefault="00341F5B" w:rsidP="00341F5B">
      <w:pPr>
        <w:numPr>
          <w:ilvl w:val="1"/>
          <w:numId w:val="1"/>
        </w:numPr>
        <w:rPr>
          <w:b/>
        </w:rPr>
      </w:pPr>
      <w:r w:rsidRPr="00BA7D98">
        <w:t>Week 1</w:t>
      </w:r>
      <w:r>
        <w:t>: Given your assignment</w:t>
      </w:r>
    </w:p>
    <w:p w:rsidR="00341F5B" w:rsidRPr="00BA7D98" w:rsidRDefault="00341F5B" w:rsidP="00341F5B">
      <w:pPr>
        <w:numPr>
          <w:ilvl w:val="1"/>
          <w:numId w:val="1"/>
        </w:numPr>
        <w:rPr>
          <w:b/>
        </w:rPr>
      </w:pPr>
      <w:r w:rsidRPr="00BA7D98">
        <w:t>Week 2</w:t>
      </w:r>
      <w:r>
        <w:t>: Map and Fact Sheet Due</w:t>
      </w:r>
    </w:p>
    <w:p w:rsidR="00341F5B" w:rsidRPr="00BA7D98" w:rsidRDefault="00341F5B" w:rsidP="00341F5B">
      <w:pPr>
        <w:numPr>
          <w:ilvl w:val="1"/>
          <w:numId w:val="1"/>
        </w:numPr>
        <w:rPr>
          <w:b/>
        </w:rPr>
      </w:pPr>
      <w:r w:rsidRPr="00BA7D98">
        <w:t>Week 3</w:t>
      </w:r>
      <w:r>
        <w:t>: Description of three issues</w:t>
      </w:r>
    </w:p>
    <w:p w:rsidR="00341F5B" w:rsidRPr="00341F5B" w:rsidRDefault="00341F5B" w:rsidP="00341F5B">
      <w:pPr>
        <w:numPr>
          <w:ilvl w:val="1"/>
          <w:numId w:val="1"/>
        </w:numPr>
        <w:rPr>
          <w:b/>
        </w:rPr>
      </w:pPr>
      <w:r w:rsidRPr="00BA7D98">
        <w:t>Week 4</w:t>
      </w:r>
      <w:r>
        <w:t xml:space="preserve">: Alternative plans of action </w:t>
      </w:r>
    </w:p>
    <w:p w:rsidR="00341F5B" w:rsidRPr="00BA7D98" w:rsidRDefault="00341F5B" w:rsidP="00341F5B">
      <w:pPr>
        <w:numPr>
          <w:ilvl w:val="1"/>
          <w:numId w:val="1"/>
        </w:numPr>
        <w:rPr>
          <w:b/>
        </w:rPr>
      </w:pPr>
      <w:r>
        <w:t>Week5: Everything put together! Discussion</w:t>
      </w:r>
    </w:p>
    <w:p w:rsidR="00341F5B" w:rsidRPr="00341F5B" w:rsidRDefault="00341F5B" w:rsidP="00341F5B">
      <w:pPr>
        <w:numPr>
          <w:ilvl w:val="0"/>
          <w:numId w:val="1"/>
        </w:numPr>
        <w:rPr>
          <w:b/>
        </w:rPr>
      </w:pPr>
      <w:r w:rsidRPr="00BA7D98">
        <w:rPr>
          <w:b/>
        </w:rPr>
        <w:t>Final Report</w:t>
      </w:r>
    </w:p>
    <w:p w:rsidR="00341F5B" w:rsidRPr="00341F5B" w:rsidRDefault="00341F5B" w:rsidP="00341F5B">
      <w:pPr>
        <w:numPr>
          <w:ilvl w:val="1"/>
          <w:numId w:val="1"/>
        </w:numPr>
        <w:rPr>
          <w:b/>
        </w:rPr>
      </w:pPr>
      <w:r>
        <w:t>Includes:</w:t>
      </w:r>
    </w:p>
    <w:p w:rsidR="00341F5B" w:rsidRPr="00341F5B" w:rsidRDefault="00341F5B" w:rsidP="00341F5B">
      <w:pPr>
        <w:numPr>
          <w:ilvl w:val="2"/>
          <w:numId w:val="1"/>
        </w:numPr>
        <w:rPr>
          <w:b/>
        </w:rPr>
      </w:pPr>
      <w:r>
        <w:t>Map of your country</w:t>
      </w:r>
    </w:p>
    <w:p w:rsidR="00341F5B" w:rsidRPr="00341F5B" w:rsidRDefault="00341F5B" w:rsidP="00341F5B">
      <w:pPr>
        <w:numPr>
          <w:ilvl w:val="2"/>
          <w:numId w:val="1"/>
        </w:numPr>
        <w:rPr>
          <w:b/>
        </w:rPr>
      </w:pPr>
      <w:r>
        <w:t>Fact Sheet</w:t>
      </w:r>
    </w:p>
    <w:p w:rsidR="00341F5B" w:rsidRPr="00341F5B" w:rsidRDefault="00341F5B" w:rsidP="00341F5B">
      <w:pPr>
        <w:numPr>
          <w:ilvl w:val="2"/>
          <w:numId w:val="1"/>
        </w:numPr>
        <w:rPr>
          <w:b/>
        </w:rPr>
      </w:pPr>
      <w:r>
        <w:t>Description of the 3 issues</w:t>
      </w:r>
    </w:p>
    <w:p w:rsidR="00341F5B" w:rsidRPr="00341F5B" w:rsidRDefault="00341F5B" w:rsidP="00341F5B">
      <w:pPr>
        <w:numPr>
          <w:ilvl w:val="2"/>
          <w:numId w:val="1"/>
        </w:numPr>
        <w:rPr>
          <w:b/>
        </w:rPr>
      </w:pPr>
      <w:r>
        <w:t>Plan of Action for the 3 issues</w:t>
      </w:r>
    </w:p>
    <w:p w:rsidR="00341F5B" w:rsidRPr="00341F5B" w:rsidRDefault="00341F5B" w:rsidP="00341F5B">
      <w:pPr>
        <w:numPr>
          <w:ilvl w:val="2"/>
          <w:numId w:val="1"/>
        </w:numPr>
        <w:rPr>
          <w:b/>
        </w:rPr>
      </w:pPr>
      <w:r>
        <w:t>Annotated Bibliography</w:t>
      </w:r>
    </w:p>
    <w:p w:rsidR="00341F5B" w:rsidRDefault="00341F5B" w:rsidP="00341F5B">
      <w:pPr>
        <w:numPr>
          <w:ilvl w:val="0"/>
          <w:numId w:val="1"/>
        </w:numPr>
        <w:rPr>
          <w:b/>
        </w:rPr>
      </w:pPr>
      <w:r w:rsidRPr="00BA7D98">
        <w:rPr>
          <w:b/>
        </w:rPr>
        <w:t>Discussion</w:t>
      </w:r>
    </w:p>
    <w:p w:rsidR="00341F5B" w:rsidRPr="00341F5B" w:rsidRDefault="00341F5B" w:rsidP="00341F5B">
      <w:pPr>
        <w:numPr>
          <w:ilvl w:val="1"/>
          <w:numId w:val="1"/>
        </w:numPr>
        <w:rPr>
          <w:b/>
        </w:rPr>
      </w:pPr>
      <w:r>
        <w:t>Small group discussion in class</w:t>
      </w:r>
    </w:p>
    <w:p w:rsidR="00B11F7C" w:rsidRPr="00B11F7C" w:rsidRDefault="00B11F7C" w:rsidP="00B11F7C">
      <w:pPr>
        <w:widowControl w:val="0"/>
        <w:autoSpaceDE w:val="0"/>
        <w:autoSpaceDN w:val="0"/>
        <w:adjustRightInd w:val="0"/>
        <w:spacing w:after="160"/>
        <w:rPr>
          <w:rFonts w:asciiTheme="minorHAnsi" w:hAnsiTheme="minorHAnsi" w:cs="Baskerville Semibold"/>
          <w:sz w:val="20"/>
          <w:szCs w:val="32"/>
        </w:rPr>
      </w:pPr>
      <w:r w:rsidRPr="00B11F7C">
        <w:rPr>
          <w:rFonts w:asciiTheme="minorHAnsi" w:hAnsiTheme="minorHAnsi" w:cs="Baskerville Semibold"/>
          <w:sz w:val="20"/>
          <w:szCs w:val="32"/>
        </w:rPr>
        <w:t xml:space="preserve">**The purpose of </w:t>
      </w:r>
      <w:hyperlink r:id="rId5" w:history="1">
        <w:r w:rsidRPr="00B11F7C">
          <w:rPr>
            <w:rFonts w:asciiTheme="minorHAnsi" w:hAnsiTheme="minorHAnsi" w:cs="Baskerville Semibold"/>
            <w:color w:val="0033B1"/>
            <w:sz w:val="20"/>
            <w:szCs w:val="32"/>
          </w:rPr>
          <w:t>annotations</w:t>
        </w:r>
      </w:hyperlink>
      <w:r w:rsidRPr="00B11F7C">
        <w:rPr>
          <w:rFonts w:asciiTheme="minorHAnsi" w:hAnsiTheme="minorHAnsi" w:cs="Baskerville Semibold"/>
          <w:sz w:val="20"/>
          <w:szCs w:val="32"/>
        </w:rPr>
        <w:t xml:space="preserve"> is to provide the reader with a summary and an evaluation of the source. In order to write a successful annotation, each summary must be concise. An annotation should display the source's central idea(s) and give the reader a general idea of what the source is about. </w:t>
      </w:r>
      <w:r w:rsidR="00D87024">
        <w:rPr>
          <w:rFonts w:asciiTheme="minorHAnsi" w:hAnsiTheme="minorHAnsi" w:cs="Baskerville Semibold"/>
          <w:sz w:val="20"/>
          <w:szCs w:val="32"/>
        </w:rPr>
        <w:t xml:space="preserve">Use your sentence starters! Refer to the Library’s </w:t>
      </w:r>
      <w:proofErr w:type="spellStart"/>
      <w:r w:rsidR="00D87024">
        <w:rPr>
          <w:rFonts w:asciiTheme="minorHAnsi" w:hAnsiTheme="minorHAnsi" w:cs="Baskerville Semibold"/>
          <w:sz w:val="20"/>
          <w:szCs w:val="32"/>
        </w:rPr>
        <w:t>moodle</w:t>
      </w:r>
      <w:proofErr w:type="spellEnd"/>
      <w:r w:rsidR="00D87024">
        <w:rPr>
          <w:rFonts w:asciiTheme="minorHAnsi" w:hAnsiTheme="minorHAnsi" w:cs="Baskerville Semibold"/>
          <w:sz w:val="20"/>
          <w:szCs w:val="32"/>
        </w:rPr>
        <w:t xml:space="preserve"> site to answer any questions about annotated bibliographies or MLA citations.</w:t>
      </w:r>
    </w:p>
    <w:p w:rsidR="00B11F7C" w:rsidRPr="00B11F7C" w:rsidRDefault="00B11F7C" w:rsidP="00B11F7C">
      <w:pPr>
        <w:widowControl w:val="0"/>
        <w:autoSpaceDE w:val="0"/>
        <w:autoSpaceDN w:val="0"/>
        <w:adjustRightInd w:val="0"/>
        <w:spacing w:after="160"/>
        <w:rPr>
          <w:rFonts w:asciiTheme="minorHAnsi" w:hAnsiTheme="minorHAnsi" w:cs="Baskerville Semibold"/>
          <w:sz w:val="20"/>
          <w:szCs w:val="32"/>
        </w:rPr>
      </w:pPr>
      <w:r w:rsidRPr="00B11F7C">
        <w:rPr>
          <w:rFonts w:asciiTheme="minorHAnsi" w:hAnsiTheme="minorHAnsi" w:cs="Baskerville Semibold"/>
          <w:sz w:val="20"/>
          <w:szCs w:val="32"/>
        </w:rPr>
        <w:t>An annotation should include the complete bibliographic information for the source.</w:t>
      </w:r>
      <w:r w:rsidR="00D87024">
        <w:rPr>
          <w:rFonts w:asciiTheme="minorHAnsi" w:hAnsiTheme="minorHAnsi" w:cs="Baskerville Semibold"/>
          <w:sz w:val="20"/>
          <w:szCs w:val="32"/>
        </w:rPr>
        <w:t xml:space="preserve"> It should also include </w:t>
      </w:r>
      <w:r w:rsidRPr="00B11F7C">
        <w:rPr>
          <w:rFonts w:asciiTheme="minorHAnsi" w:hAnsiTheme="minorHAnsi" w:cs="Baskerville Semibold"/>
          <w:sz w:val="20"/>
          <w:szCs w:val="32"/>
        </w:rPr>
        <w:t>all of the following:</w:t>
      </w:r>
    </w:p>
    <w:p w:rsidR="00D87024" w:rsidRPr="00B11F7C" w:rsidRDefault="00D87024" w:rsidP="00D87024">
      <w:pPr>
        <w:widowControl w:val="0"/>
        <w:numPr>
          <w:ilvl w:val="0"/>
          <w:numId w:val="3"/>
        </w:numPr>
        <w:tabs>
          <w:tab w:val="left" w:pos="220"/>
          <w:tab w:val="left" w:pos="720"/>
        </w:tabs>
        <w:autoSpaceDE w:val="0"/>
        <w:autoSpaceDN w:val="0"/>
        <w:adjustRightInd w:val="0"/>
        <w:spacing w:after="20"/>
        <w:ind w:left="720" w:hanging="720"/>
        <w:rPr>
          <w:rFonts w:asciiTheme="minorHAnsi" w:hAnsiTheme="minorHAnsi" w:cs="Baskerville Semibold"/>
          <w:sz w:val="20"/>
          <w:szCs w:val="32"/>
        </w:rPr>
      </w:pPr>
      <w:r>
        <w:rPr>
          <w:rFonts w:asciiTheme="minorHAnsi" w:hAnsiTheme="minorHAnsi" w:cs="Baskerville Semibold"/>
          <w:sz w:val="20"/>
          <w:szCs w:val="32"/>
        </w:rPr>
        <w:t xml:space="preserve">Summary: </w:t>
      </w:r>
      <w:r w:rsidRPr="00B11F7C">
        <w:rPr>
          <w:rFonts w:asciiTheme="minorHAnsi" w:hAnsiTheme="minorHAnsi" w:cs="Baskerville Semibold"/>
          <w:sz w:val="20"/>
          <w:szCs w:val="32"/>
        </w:rPr>
        <w:t>Scope or main purpose of the work.</w:t>
      </w:r>
    </w:p>
    <w:p w:rsidR="00D87024" w:rsidRPr="00B11F7C" w:rsidRDefault="00D87024" w:rsidP="00D87024">
      <w:pPr>
        <w:widowControl w:val="0"/>
        <w:numPr>
          <w:ilvl w:val="0"/>
          <w:numId w:val="3"/>
        </w:numPr>
        <w:tabs>
          <w:tab w:val="left" w:pos="220"/>
          <w:tab w:val="left" w:pos="720"/>
        </w:tabs>
        <w:autoSpaceDE w:val="0"/>
        <w:autoSpaceDN w:val="0"/>
        <w:adjustRightInd w:val="0"/>
        <w:spacing w:after="20"/>
        <w:ind w:left="720" w:hanging="720"/>
        <w:rPr>
          <w:rFonts w:asciiTheme="minorHAnsi" w:hAnsiTheme="minorHAnsi" w:cs="Baskerville Semibold"/>
          <w:sz w:val="20"/>
          <w:szCs w:val="32"/>
        </w:rPr>
      </w:pPr>
      <w:r>
        <w:rPr>
          <w:rFonts w:asciiTheme="minorHAnsi" w:hAnsiTheme="minorHAnsi" w:cs="Baskerville Semibold"/>
          <w:sz w:val="20"/>
          <w:szCs w:val="32"/>
        </w:rPr>
        <w:t xml:space="preserve">Critique/Evaluation: </w:t>
      </w:r>
      <w:r w:rsidR="00B11F7C" w:rsidRPr="00B11F7C">
        <w:rPr>
          <w:rFonts w:asciiTheme="minorHAnsi" w:hAnsiTheme="minorHAnsi" w:cs="Baskerville Semibold"/>
          <w:sz w:val="20"/>
          <w:szCs w:val="32"/>
        </w:rPr>
        <w:t>An explanation about the authority and/</w:t>
      </w:r>
      <w:r>
        <w:rPr>
          <w:rFonts w:asciiTheme="minorHAnsi" w:hAnsiTheme="minorHAnsi" w:cs="Baskerville Semibold"/>
          <w:sz w:val="20"/>
          <w:szCs w:val="32"/>
        </w:rPr>
        <w:t>or qualifications of the author, a</w:t>
      </w:r>
      <w:r w:rsidRPr="00B11F7C">
        <w:rPr>
          <w:rFonts w:asciiTheme="minorHAnsi" w:hAnsiTheme="minorHAnsi" w:cs="Baskerville Semibold"/>
          <w:sz w:val="20"/>
          <w:szCs w:val="32"/>
        </w:rPr>
        <w:t>ny detectable bias.</w:t>
      </w:r>
    </w:p>
    <w:p w:rsidR="00B11F7C" w:rsidRPr="00B11F7C" w:rsidRDefault="00D87024" w:rsidP="00B11F7C">
      <w:pPr>
        <w:widowControl w:val="0"/>
        <w:numPr>
          <w:ilvl w:val="0"/>
          <w:numId w:val="3"/>
        </w:numPr>
        <w:tabs>
          <w:tab w:val="left" w:pos="220"/>
          <w:tab w:val="left" w:pos="720"/>
        </w:tabs>
        <w:autoSpaceDE w:val="0"/>
        <w:autoSpaceDN w:val="0"/>
        <w:adjustRightInd w:val="0"/>
        <w:spacing w:after="20"/>
        <w:ind w:left="720" w:hanging="720"/>
        <w:rPr>
          <w:rFonts w:asciiTheme="minorHAnsi" w:hAnsiTheme="minorHAnsi" w:cs="Baskerville Semibold"/>
          <w:sz w:val="20"/>
          <w:szCs w:val="32"/>
        </w:rPr>
      </w:pPr>
      <w:r>
        <w:rPr>
          <w:rFonts w:asciiTheme="minorHAnsi" w:hAnsiTheme="minorHAnsi" w:cs="Baskerville Semibold"/>
          <w:sz w:val="20"/>
          <w:szCs w:val="32"/>
        </w:rPr>
        <w:t>Reflection: In what ways was this source helpful</w:t>
      </w:r>
    </w:p>
    <w:p w:rsidR="00D87024" w:rsidRDefault="00D87024" w:rsidP="00341F5B">
      <w:pPr>
        <w:rPr>
          <w:rFonts w:asciiTheme="minorHAnsi" w:hAnsiTheme="minorHAnsi" w:cs="Baskerville Semibold"/>
          <w:sz w:val="20"/>
          <w:szCs w:val="32"/>
        </w:rPr>
      </w:pPr>
    </w:p>
    <w:p w:rsidR="00341F5B" w:rsidRDefault="00341F5B" w:rsidP="00341F5B"/>
    <w:p w:rsidR="00341F5B" w:rsidRPr="00A46372" w:rsidRDefault="00341F5B" w:rsidP="00341F5B">
      <w:pPr>
        <w:rPr>
          <w:b/>
          <w:u w:val="single"/>
        </w:rPr>
      </w:pPr>
      <w:r w:rsidRPr="00A46372">
        <w:rPr>
          <w:b/>
          <w:u w:val="single"/>
        </w:rPr>
        <w:t>DETAILS</w:t>
      </w:r>
    </w:p>
    <w:p w:rsidR="00341F5B" w:rsidRDefault="00341F5B" w:rsidP="00341F5B">
      <w:r>
        <w:t xml:space="preserve">1. </w:t>
      </w:r>
      <w:r w:rsidRPr="007D1C9F">
        <w:rPr>
          <w:b/>
        </w:rPr>
        <w:t>Map</w:t>
      </w:r>
      <w:r w:rsidR="00A46372">
        <w:rPr>
          <w:b/>
        </w:rPr>
        <w:t xml:space="preserve"> (6pts)</w:t>
      </w:r>
      <w:r w:rsidRPr="007D1C9F">
        <w:rPr>
          <w:b/>
        </w:rPr>
        <w:t>:</w:t>
      </w:r>
      <w:r>
        <w:t xml:space="preserve"> A color map of your country, major cities should be noted</w:t>
      </w:r>
    </w:p>
    <w:p w:rsidR="00341F5B" w:rsidRDefault="00341F5B" w:rsidP="00341F5B">
      <w:r>
        <w:t xml:space="preserve">2. </w:t>
      </w:r>
      <w:r w:rsidRPr="007D1C9F">
        <w:rPr>
          <w:b/>
        </w:rPr>
        <w:t>Fact Sheet</w:t>
      </w:r>
      <w:r w:rsidR="00A46372">
        <w:rPr>
          <w:b/>
        </w:rPr>
        <w:t xml:space="preserve"> (15pts)</w:t>
      </w:r>
      <w:r w:rsidRPr="007D1C9F">
        <w:rPr>
          <w:b/>
        </w:rPr>
        <w:t>:</w:t>
      </w:r>
      <w:r>
        <w:t xml:space="preserve"> </w:t>
      </w:r>
    </w:p>
    <w:p w:rsidR="00D87024" w:rsidRDefault="006C7E3D" w:rsidP="00341F5B">
      <w:pPr>
        <w:numPr>
          <w:ilvl w:val="0"/>
          <w:numId w:val="2"/>
        </w:numPr>
      </w:pPr>
      <w:r>
        <w:t>Region and Capital</w:t>
      </w:r>
    </w:p>
    <w:p w:rsidR="006C7E3D" w:rsidRDefault="00D87024" w:rsidP="00341F5B">
      <w:pPr>
        <w:numPr>
          <w:ilvl w:val="0"/>
          <w:numId w:val="2"/>
        </w:numPr>
      </w:pPr>
      <w:r>
        <w:t xml:space="preserve">Type of Government and leader </w:t>
      </w:r>
    </w:p>
    <w:p w:rsidR="00341F5B" w:rsidRDefault="00341F5B" w:rsidP="00341F5B">
      <w:pPr>
        <w:numPr>
          <w:ilvl w:val="0"/>
          <w:numId w:val="2"/>
        </w:numPr>
      </w:pPr>
      <w:r>
        <w:t>Population Figures</w:t>
      </w:r>
    </w:p>
    <w:p w:rsidR="00341F5B" w:rsidRDefault="00341F5B" w:rsidP="00341F5B">
      <w:pPr>
        <w:numPr>
          <w:ilvl w:val="0"/>
          <w:numId w:val="2"/>
        </w:numPr>
      </w:pPr>
      <w:r>
        <w:t>Population Density</w:t>
      </w:r>
    </w:p>
    <w:p w:rsidR="00341F5B" w:rsidRDefault="00341F5B" w:rsidP="00341F5B">
      <w:pPr>
        <w:numPr>
          <w:ilvl w:val="0"/>
          <w:numId w:val="2"/>
        </w:numPr>
      </w:pPr>
      <w:r>
        <w:t>Literacy Rate</w:t>
      </w:r>
    </w:p>
    <w:p w:rsidR="00341F5B" w:rsidRDefault="00341F5B" w:rsidP="00341F5B">
      <w:pPr>
        <w:numPr>
          <w:ilvl w:val="0"/>
          <w:numId w:val="2"/>
        </w:numPr>
      </w:pPr>
      <w:r>
        <w:t>Gross Domestic Product</w:t>
      </w:r>
    </w:p>
    <w:p w:rsidR="006C7E3D" w:rsidRDefault="006C7E3D" w:rsidP="00341F5B">
      <w:pPr>
        <w:numPr>
          <w:ilvl w:val="0"/>
          <w:numId w:val="2"/>
        </w:numPr>
      </w:pPr>
      <w:r>
        <w:t>Poverty Rate</w:t>
      </w:r>
    </w:p>
    <w:p w:rsidR="006C7E3D" w:rsidRDefault="006C7E3D" w:rsidP="00341F5B">
      <w:pPr>
        <w:numPr>
          <w:ilvl w:val="0"/>
          <w:numId w:val="2"/>
        </w:numPr>
      </w:pPr>
      <w:r>
        <w:t>Death Rate</w:t>
      </w:r>
    </w:p>
    <w:p w:rsidR="006C7E3D" w:rsidRDefault="006C7E3D" w:rsidP="00341F5B">
      <w:pPr>
        <w:numPr>
          <w:ilvl w:val="0"/>
          <w:numId w:val="2"/>
        </w:numPr>
      </w:pPr>
      <w:r>
        <w:t>Birth Rate</w:t>
      </w:r>
    </w:p>
    <w:p w:rsidR="006C7E3D" w:rsidRDefault="006C7E3D" w:rsidP="00341F5B">
      <w:pPr>
        <w:numPr>
          <w:ilvl w:val="0"/>
          <w:numId w:val="2"/>
        </w:numPr>
      </w:pPr>
      <w:r>
        <w:t>Employment Rate</w:t>
      </w:r>
    </w:p>
    <w:p w:rsidR="006C7E3D" w:rsidRDefault="006C7E3D" w:rsidP="00341F5B">
      <w:pPr>
        <w:numPr>
          <w:ilvl w:val="0"/>
          <w:numId w:val="2"/>
        </w:numPr>
      </w:pPr>
      <w:r>
        <w:t>Any other statistics that you think are important!</w:t>
      </w:r>
    </w:p>
    <w:p w:rsidR="006C7E3D" w:rsidRDefault="006C7E3D" w:rsidP="006C7E3D">
      <w:r>
        <w:t xml:space="preserve">3. </w:t>
      </w:r>
      <w:r w:rsidRPr="007D1C9F">
        <w:rPr>
          <w:b/>
        </w:rPr>
        <w:t>Three Issues</w:t>
      </w:r>
      <w:r w:rsidR="00A46372">
        <w:rPr>
          <w:b/>
        </w:rPr>
        <w:t xml:space="preserve"> (30pts)</w:t>
      </w:r>
      <w:r w:rsidR="007D1C9F" w:rsidRPr="007D1C9F">
        <w:rPr>
          <w:b/>
        </w:rPr>
        <w:t>:</w:t>
      </w:r>
    </w:p>
    <w:p w:rsidR="006C7E3D" w:rsidRDefault="006C7E3D" w:rsidP="006C7E3D">
      <w:pPr>
        <w:numPr>
          <w:ilvl w:val="0"/>
          <w:numId w:val="2"/>
        </w:numPr>
      </w:pPr>
      <w:r>
        <w:t>A Description of the three most important issues facing the country. Outline what might happen if the issue is not resolved.</w:t>
      </w:r>
    </w:p>
    <w:p w:rsidR="006C7E3D" w:rsidRDefault="006C7E3D" w:rsidP="006C7E3D">
      <w:pPr>
        <w:numPr>
          <w:ilvl w:val="1"/>
          <w:numId w:val="2"/>
        </w:numPr>
      </w:pPr>
      <w:r>
        <w:t>Find one issue for each of the following categories:</w:t>
      </w:r>
    </w:p>
    <w:p w:rsidR="006C7E3D" w:rsidRDefault="006C7E3D" w:rsidP="006C7E3D">
      <w:pPr>
        <w:numPr>
          <w:ilvl w:val="2"/>
          <w:numId w:val="2"/>
        </w:numPr>
      </w:pPr>
      <w:r>
        <w:t>Political</w:t>
      </w:r>
    </w:p>
    <w:p w:rsidR="006C7E3D" w:rsidRDefault="006C7E3D" w:rsidP="006C7E3D">
      <w:pPr>
        <w:numPr>
          <w:ilvl w:val="2"/>
          <w:numId w:val="2"/>
        </w:numPr>
      </w:pPr>
      <w:r>
        <w:t>Social</w:t>
      </w:r>
    </w:p>
    <w:p w:rsidR="006C7E3D" w:rsidRDefault="006C7E3D" w:rsidP="006C7E3D">
      <w:pPr>
        <w:numPr>
          <w:ilvl w:val="2"/>
          <w:numId w:val="2"/>
        </w:numPr>
      </w:pPr>
      <w:r>
        <w:t>Economic</w:t>
      </w:r>
    </w:p>
    <w:p w:rsidR="006C7E3D" w:rsidRPr="006C7E3D" w:rsidRDefault="006C7E3D" w:rsidP="006C7E3D">
      <w:pPr>
        <w:numPr>
          <w:ilvl w:val="1"/>
          <w:numId w:val="2"/>
        </w:numPr>
        <w:rPr>
          <w:b/>
        </w:rPr>
      </w:pPr>
      <w:r w:rsidRPr="006C7E3D">
        <w:rPr>
          <w:b/>
        </w:rPr>
        <w:t>Description:</w:t>
      </w:r>
    </w:p>
    <w:p w:rsidR="006C7E3D" w:rsidRDefault="006C7E3D" w:rsidP="006C7E3D">
      <w:pPr>
        <w:numPr>
          <w:ilvl w:val="2"/>
          <w:numId w:val="2"/>
        </w:numPr>
      </w:pPr>
      <w:r>
        <w:t>Double Spaced, 12pt Times New Roman Font, 1.25 in Right and Left Margins, 1 in Top and Bottom Margins</w:t>
      </w:r>
    </w:p>
    <w:p w:rsidR="00D87024" w:rsidRDefault="006C7E3D" w:rsidP="006C7E3D">
      <w:pPr>
        <w:numPr>
          <w:ilvl w:val="2"/>
          <w:numId w:val="2"/>
        </w:numPr>
      </w:pPr>
      <w:r>
        <w:t>Each at least 10 – 12 sentences, no longer than 1 page</w:t>
      </w:r>
    </w:p>
    <w:p w:rsidR="00341F5B" w:rsidRDefault="00D87024" w:rsidP="00D87024">
      <w:pPr>
        <w:numPr>
          <w:ilvl w:val="2"/>
          <w:numId w:val="2"/>
        </w:numPr>
      </w:pPr>
      <w:r>
        <w:t>Citations; at the bottom of your description include proper MLA citations of the works used to create the description</w:t>
      </w:r>
    </w:p>
    <w:p w:rsidR="007D1C9F" w:rsidRPr="007D1C9F" w:rsidRDefault="006C7E3D" w:rsidP="00341F5B">
      <w:r>
        <w:t xml:space="preserve">4. </w:t>
      </w:r>
      <w:r w:rsidRPr="007D1C9F">
        <w:rPr>
          <w:b/>
        </w:rPr>
        <w:t>Alternative Plans of Action</w:t>
      </w:r>
      <w:r w:rsidR="00A46372">
        <w:rPr>
          <w:b/>
        </w:rPr>
        <w:t xml:space="preserve"> (24pts)</w:t>
      </w:r>
      <w:r w:rsidR="007D1C9F" w:rsidRPr="007D1C9F">
        <w:rPr>
          <w:b/>
        </w:rPr>
        <w:t>:</w:t>
      </w:r>
    </w:p>
    <w:p w:rsidR="007D1C9F" w:rsidRDefault="007D1C9F" w:rsidP="007D1C9F">
      <w:pPr>
        <w:numPr>
          <w:ilvl w:val="0"/>
          <w:numId w:val="2"/>
        </w:numPr>
      </w:pPr>
      <w:r>
        <w:t>A description of alternative plans of action for each of the three issues supported with research.</w:t>
      </w:r>
    </w:p>
    <w:p w:rsidR="006C7E3D" w:rsidRPr="007D1C9F" w:rsidRDefault="007D1C9F" w:rsidP="00341F5B">
      <w:pPr>
        <w:numPr>
          <w:ilvl w:val="1"/>
          <w:numId w:val="2"/>
        </w:numPr>
        <w:rPr>
          <w:b/>
        </w:rPr>
      </w:pPr>
      <w:r w:rsidRPr="006C7E3D">
        <w:rPr>
          <w:b/>
        </w:rPr>
        <w:t>Description:</w:t>
      </w:r>
    </w:p>
    <w:p w:rsidR="006C7E3D" w:rsidRDefault="006C7E3D" w:rsidP="006C7E3D">
      <w:pPr>
        <w:numPr>
          <w:ilvl w:val="2"/>
          <w:numId w:val="2"/>
        </w:numPr>
      </w:pPr>
      <w:r>
        <w:t>Double Spaced, 12pt Times New Roman Font, 1.25 in Right and Left Margins, 1 in Top and Bottom Margins</w:t>
      </w:r>
    </w:p>
    <w:p w:rsidR="00D87024" w:rsidRDefault="007D1C9F" w:rsidP="006C7E3D">
      <w:pPr>
        <w:numPr>
          <w:ilvl w:val="2"/>
          <w:numId w:val="2"/>
        </w:numPr>
      </w:pPr>
      <w:r>
        <w:t>Each at least 8-10</w:t>
      </w:r>
      <w:r w:rsidR="006C7E3D">
        <w:t xml:space="preserve"> sentences, no longer than 1 page</w:t>
      </w:r>
    </w:p>
    <w:p w:rsidR="00A46372" w:rsidRDefault="00D87024" w:rsidP="006C7E3D">
      <w:pPr>
        <w:numPr>
          <w:ilvl w:val="2"/>
          <w:numId w:val="2"/>
        </w:numPr>
      </w:pPr>
      <w:r>
        <w:t>Citations; at the bottom of your description include proper MLA citations of the works used to create the description</w:t>
      </w:r>
    </w:p>
    <w:p w:rsidR="00A46372" w:rsidRDefault="00A46372" w:rsidP="00A46372">
      <w:pPr>
        <w:rPr>
          <w:b/>
        </w:rPr>
      </w:pPr>
      <w:r>
        <w:t xml:space="preserve">5. </w:t>
      </w:r>
      <w:r w:rsidR="00D87024" w:rsidRPr="00D87024">
        <w:rPr>
          <w:b/>
        </w:rPr>
        <w:t>MLA</w:t>
      </w:r>
      <w:r w:rsidR="00D87024">
        <w:t xml:space="preserve"> </w:t>
      </w:r>
      <w:r>
        <w:rPr>
          <w:b/>
        </w:rPr>
        <w:t>Annotated Bibliography (10pts):</w:t>
      </w:r>
    </w:p>
    <w:p w:rsidR="00A46372" w:rsidRDefault="00A46372" w:rsidP="00A46372">
      <w:pPr>
        <w:numPr>
          <w:ilvl w:val="0"/>
          <w:numId w:val="2"/>
        </w:numPr>
      </w:pPr>
      <w:r w:rsidRPr="00D87024">
        <w:rPr>
          <w:b/>
          <w:u w:val="single"/>
        </w:rPr>
        <w:t>Every source</w:t>
      </w:r>
      <w:r>
        <w:t xml:space="preserve"> used must be included in the annotated bibliography</w:t>
      </w:r>
    </w:p>
    <w:p w:rsidR="00B11F7C" w:rsidRDefault="00B11F7C" w:rsidP="00A46372">
      <w:pPr>
        <w:numPr>
          <w:ilvl w:val="1"/>
          <w:numId w:val="2"/>
        </w:numPr>
      </w:pPr>
      <w:r>
        <w:t>At least 3 sources from the list provided</w:t>
      </w:r>
      <w:r w:rsidR="00D87024">
        <w:t xml:space="preserve"> are annotated</w:t>
      </w:r>
    </w:p>
    <w:p w:rsidR="00B11F7C" w:rsidRDefault="00B11F7C" w:rsidP="00A46372">
      <w:pPr>
        <w:numPr>
          <w:ilvl w:val="1"/>
          <w:numId w:val="2"/>
        </w:numPr>
      </w:pPr>
      <w:r>
        <w:t>No random websites</w:t>
      </w:r>
    </w:p>
    <w:p w:rsidR="007D1C9F" w:rsidRDefault="00A46372" w:rsidP="007D1C9F">
      <w:pPr>
        <w:rPr>
          <w:b/>
        </w:rPr>
      </w:pPr>
      <w:r>
        <w:t>6</w:t>
      </w:r>
      <w:r w:rsidR="007D1C9F">
        <w:t xml:space="preserve">. </w:t>
      </w:r>
      <w:r w:rsidR="007D1C9F">
        <w:rPr>
          <w:b/>
        </w:rPr>
        <w:t>Everything put together:</w:t>
      </w:r>
    </w:p>
    <w:p w:rsidR="007D1C9F" w:rsidRDefault="007D1C9F" w:rsidP="007D1C9F">
      <w:pPr>
        <w:numPr>
          <w:ilvl w:val="0"/>
          <w:numId w:val="2"/>
        </w:numPr>
      </w:pPr>
      <w:r>
        <w:t>In order:</w:t>
      </w:r>
    </w:p>
    <w:p w:rsidR="007D1C9F" w:rsidRDefault="007D1C9F" w:rsidP="007D1C9F">
      <w:pPr>
        <w:numPr>
          <w:ilvl w:val="1"/>
          <w:numId w:val="2"/>
        </w:numPr>
      </w:pPr>
      <w:r>
        <w:t>Map, Fact Sheet, 3 Issues, 3 Alternative Plans of Action, Annotated Bibliography</w:t>
      </w:r>
    </w:p>
    <w:p w:rsidR="007D1C9F" w:rsidRDefault="00A46372" w:rsidP="007D1C9F">
      <w:pPr>
        <w:rPr>
          <w:b/>
        </w:rPr>
      </w:pPr>
      <w:r>
        <w:t>7</w:t>
      </w:r>
      <w:r w:rsidR="007D1C9F">
        <w:t xml:space="preserve">. </w:t>
      </w:r>
      <w:r w:rsidR="007D1C9F">
        <w:rPr>
          <w:b/>
        </w:rPr>
        <w:t>Discussion</w:t>
      </w:r>
      <w:r>
        <w:rPr>
          <w:b/>
        </w:rPr>
        <w:t xml:space="preserve"> (15pts):</w:t>
      </w:r>
    </w:p>
    <w:p w:rsidR="007D1C9F" w:rsidRDefault="007D1C9F" w:rsidP="007D1C9F">
      <w:pPr>
        <w:numPr>
          <w:ilvl w:val="0"/>
          <w:numId w:val="2"/>
        </w:numPr>
      </w:pPr>
      <w:r>
        <w:t>Small group</w:t>
      </w:r>
    </w:p>
    <w:p w:rsidR="006C7E3D" w:rsidRPr="007D1C9F" w:rsidRDefault="007D1C9F" w:rsidP="007D1C9F">
      <w:pPr>
        <w:numPr>
          <w:ilvl w:val="1"/>
          <w:numId w:val="2"/>
        </w:numPr>
      </w:pPr>
      <w:r>
        <w:t>Pay attention as other groups present their reports. Note similarities to the topics included in your report. Which plans of action might lead to other problems within the country? Would the solution to a problem in one country lead to problems in another country?</w:t>
      </w:r>
    </w:p>
    <w:p w:rsidR="00341F5B" w:rsidRPr="00BA7D98" w:rsidRDefault="00341F5B" w:rsidP="00341F5B">
      <w:pPr>
        <w:rPr>
          <w:b/>
        </w:rPr>
      </w:pPr>
    </w:p>
    <w:sectPr w:rsidR="00341F5B" w:rsidRPr="00BA7D98" w:rsidSect="00B11F7C">
      <w:pgSz w:w="12240" w:h="15840"/>
      <w:pgMar w:top="900" w:right="1080" w:bottom="540" w:left="117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Baskerville Semibold">
    <w:panose1 w:val="020207020704000202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B5D0F54"/>
    <w:multiLevelType w:val="hybridMultilevel"/>
    <w:tmpl w:val="BFDE3A54"/>
    <w:lvl w:ilvl="0" w:tplc="84F0BB42">
      <w:start w:val="1"/>
      <w:numFmt w:val="upperRoman"/>
      <w:lvlText w:val="%1."/>
      <w:lvlJc w:val="left"/>
      <w:pPr>
        <w:tabs>
          <w:tab w:val="num" w:pos="1080"/>
        </w:tabs>
        <w:ind w:left="1080" w:hanging="720"/>
      </w:pPr>
      <w:rPr>
        <w:rFonts w:hint="default"/>
      </w:rPr>
    </w:lvl>
    <w:lvl w:ilvl="1" w:tplc="00190409">
      <w:start w:val="1"/>
      <w:numFmt w:val="lowerLetter"/>
      <w:lvlText w:val="%2."/>
      <w:lvlJc w:val="left"/>
      <w:pPr>
        <w:tabs>
          <w:tab w:val="num" w:pos="1440"/>
        </w:tabs>
        <w:ind w:left="1440" w:hanging="360"/>
      </w:pPr>
    </w:lvl>
    <w:lvl w:ilvl="2" w:tplc="FF3AF090">
      <w:start w:val="1"/>
      <w:numFmt w:val="lowerRoman"/>
      <w:lvlText w:val="%3."/>
      <w:lvlJc w:val="right"/>
      <w:pPr>
        <w:tabs>
          <w:tab w:val="num" w:pos="2160"/>
        </w:tabs>
        <w:ind w:left="2160" w:hanging="180"/>
      </w:pPr>
      <w:rPr>
        <w:b w:val="0"/>
      </w:rPr>
    </w:lvl>
    <w:lvl w:ilvl="3" w:tplc="000F0409">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69385226"/>
    <w:multiLevelType w:val="hybridMultilevel"/>
    <w:tmpl w:val="7D26BBAE"/>
    <w:lvl w:ilvl="0" w:tplc="B47450A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attachedTemplate r:id="rId1"/>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341F5B"/>
    <w:rsid w:val="00341F5B"/>
    <w:rsid w:val="004A5858"/>
    <w:rsid w:val="006C7E3D"/>
    <w:rsid w:val="007D1C9F"/>
    <w:rsid w:val="00987B48"/>
    <w:rsid w:val="00A46372"/>
    <w:rsid w:val="00B11F7C"/>
    <w:rsid w:val="00D17152"/>
    <w:rsid w:val="00D87024"/>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85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x-dictionary:r:'Annotations?lang=en'"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private:var:folders:vB:vBRLGwdHE7Ofd1fkSpC6X4nLJog:TemporaryItems:fcctemp:LA%20Proje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LA Project.dot</Template>
  <TotalTime>61</TotalTime>
  <Pages>2</Pages>
  <Words>576</Words>
  <Characters>3286</Characters>
  <Application>Microsoft Word 12.1.0</Application>
  <DocSecurity>0</DocSecurity>
  <Lines>27</Lines>
  <Paragraphs>6</Paragraphs>
  <ScaleCrop>false</ScaleCrop>
  <Company>Classrooms for the Future</Company>
  <LinksUpToDate>false</LinksUpToDate>
  <CharactersWithSpaces>4035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CULTURAL STUDIES HONORS</dc:title>
  <dc:subject/>
  <dc:creator>PA Department of Education Classrooms for the Future</dc:creator>
  <cp:keywords/>
  <cp:lastModifiedBy>PA Department of Education Classrooms for the Future</cp:lastModifiedBy>
  <cp:revision>3</cp:revision>
  <cp:lastPrinted>2009-10-29T14:29:00Z</cp:lastPrinted>
  <dcterms:created xsi:type="dcterms:W3CDTF">2009-10-29T13:33:00Z</dcterms:created>
  <dcterms:modified xsi:type="dcterms:W3CDTF">2011-10-24T11:53:00Z</dcterms:modified>
</cp:coreProperties>
</file>